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Default="00DD691C" w:rsidP="00A226F9">
      <w:pPr>
        <w:spacing w:before="120" w:after="0" w:line="240" w:lineRule="auto"/>
        <w:jc w:val="center"/>
        <w:rPr>
          <w:rFonts w:eastAsia="Times New Roman"/>
          <w:b/>
          <w:sz w:val="28"/>
          <w:lang w:eastAsia="cs-CZ"/>
        </w:rPr>
      </w:pPr>
      <w:r w:rsidRPr="00257127">
        <w:rPr>
          <w:rFonts w:eastAsia="Times New Roman"/>
          <w:b/>
          <w:sz w:val="28"/>
          <w:lang w:eastAsia="cs-CZ"/>
        </w:rPr>
        <w:t>„</w:t>
      </w:r>
      <w:r w:rsidR="007E1679" w:rsidRPr="007E1679">
        <w:rPr>
          <w:rFonts w:eastAsia="Times New Roman"/>
          <w:b/>
          <w:sz w:val="28"/>
          <w:lang w:eastAsia="cs-CZ"/>
        </w:rPr>
        <w:t>ETCS Mosty u Jablunkova - Dětmarovice</w:t>
      </w:r>
      <w:r w:rsidR="00901B53" w:rsidRPr="00257127">
        <w:rPr>
          <w:rFonts w:eastAsia="Times New Roman"/>
          <w:b/>
          <w:sz w:val="28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se vztahuje na  vypracování (náležitosti oznámení a z</w:t>
      </w:r>
      <w:bookmarkStart w:id="0" w:name="_GoBack"/>
      <w:bookmarkEnd w:id="0"/>
      <w:r w:rsidRPr="00901B53">
        <w:rPr>
          <w:rFonts w:eastAsia="Times New Roman"/>
          <w:lang w:eastAsia="cs-CZ"/>
        </w:rPr>
        <w:t xml:space="preserve">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</w:t>
      </w:r>
      <w:r w:rsidR="00D004CF">
        <w:rPr>
          <w:rFonts w:eastAsia="Times New Roman"/>
          <w:lang w:eastAsia="cs-CZ"/>
        </w:rPr>
        <w:t>ní o zahájení stavebních prací“.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7E4" w:rsidRDefault="00EF37E4" w:rsidP="00962258">
      <w:pPr>
        <w:spacing w:after="0" w:line="240" w:lineRule="auto"/>
      </w:pPr>
      <w:r>
        <w:separator/>
      </w:r>
    </w:p>
  </w:endnote>
  <w:endnote w:type="continuationSeparator" w:id="0">
    <w:p w:rsidR="00EF37E4" w:rsidRDefault="00EF37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BA1" w:rsidRDefault="00D60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4320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4320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EF37E4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7E1679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7E1679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Default="00D60BA1" w:rsidP="00460660">
          <w:pPr>
            <w:pStyle w:val="Zpat"/>
          </w:pPr>
          <w:r>
            <w:t>Budova Diamond Point</w:t>
          </w:r>
        </w:p>
        <w:p w:rsidR="00D60BA1" w:rsidRDefault="00D60BA1" w:rsidP="00460660">
          <w:pPr>
            <w:pStyle w:val="Zpat"/>
          </w:pPr>
          <w:r>
            <w:t>Ke Štvanici 656/3</w:t>
          </w:r>
        </w:p>
        <w:p w:rsidR="00D60BA1" w:rsidRPr="00921753" w:rsidRDefault="00D60BA1" w:rsidP="00460660">
          <w:pPr>
            <w:pStyle w:val="Zpat"/>
          </w:pPr>
          <w:r>
            <w:t>186 00 Praha 8 - Karlín</w:t>
          </w:r>
        </w:p>
      </w:tc>
    </w:tr>
  </w:tbl>
  <w:p w:rsidR="00F1715C" w:rsidRPr="00B8518B" w:rsidRDefault="00EF37E4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7E4" w:rsidRDefault="00EF37E4" w:rsidP="00962258">
      <w:pPr>
        <w:spacing w:after="0" w:line="240" w:lineRule="auto"/>
      </w:pPr>
      <w:r>
        <w:separator/>
      </w:r>
    </w:p>
  </w:footnote>
  <w:footnote w:type="continuationSeparator" w:id="0">
    <w:p w:rsidR="00EF37E4" w:rsidRDefault="00EF37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BA1" w:rsidRDefault="00D60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EF37E4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CC565B2"/>
    <w:multiLevelType w:val="hybridMultilevel"/>
    <w:tmpl w:val="46A6CAB2"/>
    <w:lvl w:ilvl="0" w:tplc="AC3E79A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14B71"/>
    <w:rsid w:val="0006112B"/>
    <w:rsid w:val="00072C1E"/>
    <w:rsid w:val="0008786E"/>
    <w:rsid w:val="000A0BD9"/>
    <w:rsid w:val="000A5C23"/>
    <w:rsid w:val="000C47F0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26ED"/>
    <w:rsid w:val="001C76C1"/>
    <w:rsid w:val="001E3D9B"/>
    <w:rsid w:val="00207DF5"/>
    <w:rsid w:val="00257127"/>
    <w:rsid w:val="00280E07"/>
    <w:rsid w:val="002C31BF"/>
    <w:rsid w:val="002D08B1"/>
    <w:rsid w:val="002E0CD7"/>
    <w:rsid w:val="002E6199"/>
    <w:rsid w:val="00320F79"/>
    <w:rsid w:val="0032201B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C7AFE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1679"/>
    <w:rsid w:val="007E4A6E"/>
    <w:rsid w:val="007F56A7"/>
    <w:rsid w:val="00807DD0"/>
    <w:rsid w:val="008238EE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81D08"/>
    <w:rsid w:val="00C92841"/>
    <w:rsid w:val="00CD1FC4"/>
    <w:rsid w:val="00D004CF"/>
    <w:rsid w:val="00D10B42"/>
    <w:rsid w:val="00D14CF1"/>
    <w:rsid w:val="00D21061"/>
    <w:rsid w:val="00D4108E"/>
    <w:rsid w:val="00D43207"/>
    <w:rsid w:val="00D51758"/>
    <w:rsid w:val="00D60BA1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73F57"/>
    <w:rsid w:val="00E94E18"/>
    <w:rsid w:val="00EB104F"/>
    <w:rsid w:val="00EC6517"/>
    <w:rsid w:val="00ED14BD"/>
    <w:rsid w:val="00EE4365"/>
    <w:rsid w:val="00EF37E4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A1E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662741-C365-4604-A715-858E478CC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20</TotalTime>
  <Pages>1</Pages>
  <Words>296</Words>
  <Characters>1750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37</cp:revision>
  <cp:lastPrinted>2019-02-12T12:02:00Z</cp:lastPrinted>
  <dcterms:created xsi:type="dcterms:W3CDTF">2019-02-12T12:33:00Z</dcterms:created>
  <dcterms:modified xsi:type="dcterms:W3CDTF">2021-12-09T11:36:00Z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